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1A" w:rsidRPr="000F13EF" w:rsidRDefault="000F13EF" w:rsidP="000F13EF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0F13EF">
        <w:rPr>
          <w:b/>
          <w:sz w:val="32"/>
          <w:szCs w:val="32"/>
          <w:u w:val="single"/>
        </w:rPr>
        <w:t xml:space="preserve">Methods 2 Revision: </w:t>
      </w:r>
      <w:r w:rsidR="00D214DE">
        <w:rPr>
          <w:b/>
          <w:sz w:val="32"/>
          <w:szCs w:val="32"/>
          <w:u w:val="single"/>
        </w:rPr>
        <w:t>Shape, Space and Measures</w:t>
      </w:r>
    </w:p>
    <w:p w:rsidR="000F13EF" w:rsidRDefault="000F13EF"/>
    <w:p w:rsidR="000F13EF" w:rsidRPr="000F13EF" w:rsidRDefault="000F13EF">
      <w:pPr>
        <w:rPr>
          <w:i/>
        </w:rPr>
      </w:pPr>
      <w:r w:rsidRPr="000F13EF">
        <w:rPr>
          <w:i/>
        </w:rPr>
        <w:t>There are 2 parts to each question. If you get help with the first part, try to do the second part on your own.</w:t>
      </w:r>
    </w:p>
    <w:p w:rsidR="000F13EF" w:rsidRDefault="000F13EF"/>
    <w:tbl>
      <w:tblPr>
        <w:tblStyle w:val="TableGrid"/>
        <w:tblW w:w="10189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41"/>
        <w:gridCol w:w="4254"/>
        <w:gridCol w:w="724"/>
      </w:tblGrid>
      <w:tr w:rsidR="00031895" w:rsidTr="002278F7">
        <w:trPr>
          <w:trHeight w:val="2111"/>
        </w:trPr>
        <w:tc>
          <w:tcPr>
            <w:tcW w:w="675" w:type="dxa"/>
          </w:tcPr>
          <w:p w:rsidR="00031895" w:rsidRDefault="00031895">
            <w:r>
              <w:t>1</w:t>
            </w:r>
          </w:p>
        </w:tc>
        <w:tc>
          <w:tcPr>
            <w:tcW w:w="4536" w:type="dxa"/>
            <w:gridSpan w:val="2"/>
          </w:tcPr>
          <w:p w:rsidR="00031895" w:rsidRDefault="00031895" w:rsidP="000F13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 Find the size of angle x, giving reasons</w:t>
            </w:r>
          </w:p>
          <w:p w:rsidR="00031895" w:rsidRPr="00E266EB" w:rsidRDefault="005237D7" w:rsidP="000F13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9525</wp:posOffset>
                      </wp:positionV>
                      <wp:extent cx="482600" cy="336550"/>
                      <wp:effectExtent l="3810" t="0" r="0" b="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11.3pt;margin-top:.75pt;width:38pt;height:2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" stroked="f"/>
                  </w:pict>
                </mc:Fallback>
              </mc:AlternateContent>
            </w:r>
            <w:r w:rsidR="00031895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900015" cy="1155940"/>
                  <wp:effectExtent l="19050" t="0" r="4985" b="0"/>
                  <wp:docPr id="25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00" cy="1163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4" w:type="dxa"/>
          </w:tcPr>
          <w:p w:rsidR="00031895" w:rsidRDefault="00031895" w:rsidP="00031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 xml:space="preserve">(b) </w:t>
            </w: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Find the size of angles x and y, giving reasons</w:t>
            </w:r>
          </w:p>
          <w:p w:rsidR="00031895" w:rsidRPr="00EC3EA0" w:rsidRDefault="00031895" w:rsidP="00031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585464" cy="1041890"/>
                  <wp:effectExtent l="19050" t="0" r="0" b="0"/>
                  <wp:docPr id="26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624" cy="1043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vAlign w:val="bottom"/>
          </w:tcPr>
          <w:p w:rsidR="00031895" w:rsidRDefault="00E340A6" w:rsidP="00EA08A4">
            <w:pPr>
              <w:jc w:val="center"/>
            </w:pPr>
            <w:r>
              <w:t>6</w:t>
            </w:r>
          </w:p>
        </w:tc>
      </w:tr>
      <w:tr w:rsidR="00031895" w:rsidTr="002278F7">
        <w:trPr>
          <w:trHeight w:val="1742"/>
        </w:trPr>
        <w:tc>
          <w:tcPr>
            <w:tcW w:w="675" w:type="dxa"/>
          </w:tcPr>
          <w:p w:rsidR="00031895" w:rsidRDefault="00031895">
            <w:r>
              <w:t>2</w:t>
            </w:r>
          </w:p>
        </w:tc>
        <w:tc>
          <w:tcPr>
            <w:tcW w:w="4536" w:type="dxa"/>
            <w:gridSpan w:val="2"/>
          </w:tcPr>
          <w:p w:rsidR="00031895" w:rsidRDefault="00031895" w:rsidP="00031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 Find the exterior angle of this regular octagon</w:t>
            </w:r>
          </w:p>
          <w:p w:rsidR="00031895" w:rsidRPr="00E266EB" w:rsidRDefault="00031895" w:rsidP="00031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028641" cy="854015"/>
                  <wp:effectExtent l="19050" t="0" r="59" b="0"/>
                  <wp:docPr id="19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501" cy="854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4" w:type="dxa"/>
          </w:tcPr>
          <w:p w:rsidR="00031895" w:rsidRDefault="00031895" w:rsidP="0014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(b) Find the exterior angle of this regular hexagon</w:t>
            </w:r>
          </w:p>
          <w:p w:rsidR="00031895" w:rsidRPr="00E266EB" w:rsidRDefault="00031895" w:rsidP="001446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024746" cy="807905"/>
                  <wp:effectExtent l="19050" t="0" r="3954" b="0"/>
                  <wp:docPr id="20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607" cy="8093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vAlign w:val="bottom"/>
          </w:tcPr>
          <w:p w:rsidR="00031895" w:rsidRDefault="00E340A6" w:rsidP="00EA08A4">
            <w:pPr>
              <w:jc w:val="center"/>
            </w:pPr>
            <w:r>
              <w:t>4</w:t>
            </w:r>
          </w:p>
        </w:tc>
      </w:tr>
      <w:tr w:rsidR="00DD5274" w:rsidTr="002278F7">
        <w:trPr>
          <w:trHeight w:val="123"/>
        </w:trPr>
        <w:tc>
          <w:tcPr>
            <w:tcW w:w="675" w:type="dxa"/>
            <w:vMerge w:val="restart"/>
          </w:tcPr>
          <w:p w:rsidR="00DD5274" w:rsidRDefault="00DD5274">
            <w:r>
              <w:t>3</w:t>
            </w:r>
          </w:p>
        </w:tc>
        <w:tc>
          <w:tcPr>
            <w:tcW w:w="8790" w:type="dxa"/>
            <w:gridSpan w:val="3"/>
          </w:tcPr>
          <w:p w:rsidR="00DD5274" w:rsidRPr="00E266EB" w:rsidRDefault="00DD5274" w:rsidP="00DD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 Find the length of sides A, B and C giving your answers to one decimal place.</w:t>
            </w:r>
          </w:p>
          <w:p w:rsidR="00DD5274" w:rsidRPr="00E266EB" w:rsidRDefault="005237D7" w:rsidP="00DD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231F20"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2319020</wp:posOffset>
                      </wp:positionH>
                      <wp:positionV relativeFrom="paragraph">
                        <wp:posOffset>123825</wp:posOffset>
                      </wp:positionV>
                      <wp:extent cx="163830" cy="362585"/>
                      <wp:effectExtent l="4445" t="0" r="3175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362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182.6pt;margin-top:9.75pt;width:12.9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" stroked="f"/>
                  </w:pict>
                </mc:Fallback>
              </mc:AlternateContent>
            </w:r>
            <w:r w:rsidR="00DD5274" w:rsidRPr="00E266EB">
              <w:rPr>
                <w:rFonts w:ascii="Times New Roman" w:hAnsi="Times New Roman" w:cs="Times New Roman"/>
                <w:noProof/>
                <w:color w:val="231F20"/>
                <w:sz w:val="20"/>
                <w:szCs w:val="20"/>
                <w:lang w:eastAsia="en-GB"/>
              </w:rPr>
              <w:drawing>
                <wp:inline distT="0" distB="0" distL="0" distR="0">
                  <wp:extent cx="2197939" cy="959801"/>
                  <wp:effectExtent l="1905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8805" cy="960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D5274" w:rsidRPr="00E266EB">
              <w:rPr>
                <w:rFonts w:ascii="Times New Roman" w:hAnsi="Times New Roman" w:cs="Times New Roman"/>
                <w:noProof/>
                <w:color w:val="231F20"/>
                <w:sz w:val="20"/>
                <w:szCs w:val="20"/>
                <w:lang w:eastAsia="en-GB"/>
              </w:rPr>
              <w:drawing>
                <wp:inline distT="0" distB="0" distL="0" distR="0">
                  <wp:extent cx="1809750" cy="960623"/>
                  <wp:effectExtent l="1905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249" cy="9608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5274" w:rsidRPr="00E266EB" w:rsidRDefault="00DD5274" w:rsidP="00DD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vAlign w:val="bottom"/>
          </w:tcPr>
          <w:p w:rsidR="00DD5274" w:rsidRDefault="00E340A6" w:rsidP="00EA08A4">
            <w:pPr>
              <w:jc w:val="center"/>
            </w:pPr>
            <w:r>
              <w:t>6</w:t>
            </w:r>
          </w:p>
        </w:tc>
      </w:tr>
      <w:tr w:rsidR="00DD5274" w:rsidTr="002278F7">
        <w:trPr>
          <w:trHeight w:val="122"/>
        </w:trPr>
        <w:tc>
          <w:tcPr>
            <w:tcW w:w="675" w:type="dxa"/>
            <w:vMerge/>
          </w:tcPr>
          <w:p w:rsidR="00DD5274" w:rsidRDefault="00DD5274"/>
        </w:tc>
        <w:tc>
          <w:tcPr>
            <w:tcW w:w="8790" w:type="dxa"/>
            <w:gridSpan w:val="3"/>
          </w:tcPr>
          <w:p w:rsidR="00DD5274" w:rsidRPr="00E266EB" w:rsidRDefault="00DD5274" w:rsidP="00DD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(b) Find the length of sides A, B and C giving your answers to one decimal place.</w:t>
            </w:r>
          </w:p>
          <w:p w:rsidR="00DD5274" w:rsidRPr="00E266EB" w:rsidRDefault="00DD5274" w:rsidP="00DE2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5274" w:rsidRPr="00E266EB" w:rsidRDefault="00DD5274" w:rsidP="00DE2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843805" cy="974785"/>
                  <wp:effectExtent l="1905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753" cy="975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852218" cy="1093062"/>
                  <wp:effectExtent l="19050" t="0" r="5032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418" cy="1095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923938" cy="879894"/>
                  <wp:effectExtent l="19050" t="0" r="112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124" cy="8804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5274" w:rsidRPr="00E266EB" w:rsidRDefault="00DD5274" w:rsidP="00DE2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vAlign w:val="bottom"/>
          </w:tcPr>
          <w:p w:rsidR="00DD5274" w:rsidRDefault="00DD5274" w:rsidP="00EA08A4">
            <w:pPr>
              <w:jc w:val="center"/>
            </w:pPr>
          </w:p>
        </w:tc>
      </w:tr>
      <w:tr w:rsidR="000F13EF" w:rsidTr="002278F7">
        <w:tc>
          <w:tcPr>
            <w:tcW w:w="675" w:type="dxa"/>
          </w:tcPr>
          <w:p w:rsidR="000F13EF" w:rsidRDefault="00EC3EA0">
            <w:r>
              <w:t>4</w:t>
            </w:r>
          </w:p>
        </w:tc>
        <w:tc>
          <w:tcPr>
            <w:tcW w:w="8790" w:type="dxa"/>
            <w:gridSpan w:val="3"/>
          </w:tcPr>
          <w:p w:rsidR="00A94720" w:rsidRPr="00E266EB" w:rsidRDefault="005237D7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2810510</wp:posOffset>
                      </wp:positionH>
                      <wp:positionV relativeFrom="paragraph">
                        <wp:posOffset>99695</wp:posOffset>
                      </wp:positionV>
                      <wp:extent cx="2036445" cy="603885"/>
                      <wp:effectExtent l="10160" t="13970" r="10795" b="1079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603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60A7" w:rsidRPr="002F60A7" w:rsidRDefault="002F60A7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F60A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Remember:</w:t>
                                  </w:r>
                                </w:p>
                                <w:p w:rsidR="002F60A7" w:rsidRPr="002F60A7" w:rsidRDefault="002F60A7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2F60A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C=πd “Cherry Pies Delicious</w:t>
                                  </w:r>
                                </w:p>
                                <w:p w:rsidR="002F60A7" w:rsidRPr="002F60A7" w:rsidRDefault="002F60A7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m:oMath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  <w:szCs w:val="20"/>
                                      </w:rPr>
                                      <m:t>A</m:t>
                                    </m:r>
                                    <m:r>
                                      <w:rPr>
                                        <w:rFonts w:ascii="Cambria Math" w:hAnsi="Times New Roman" w:cs="Times New Roman"/>
                                        <w:sz w:val="20"/>
                                        <w:szCs w:val="20"/>
                                      </w:rPr>
                                      <m:t>=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sz w:val="20"/>
                                        <w:szCs w:val="20"/>
                                      </w:rPr>
                                      <m:t>π</m:t>
                                    </m:r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Times New Roman" w:cs="Times New Roman"/>
                                            <w:sz w:val="20"/>
                                            <w:szCs w:val="20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sz w:val="20"/>
                                            <w:szCs w:val="20"/>
                                          </w:rPr>
                                          <m:t>r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Times New Roman" w:cs="Times New Roman"/>
                                            <w:sz w:val="20"/>
                                            <w:szCs w:val="20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oMath>
                                  <w:r w:rsidRPr="002F60A7">
                                    <w:rPr>
                                      <w:rFonts w:ascii="Times New Roman" w:eastAsiaTheme="minorEastAsia" w:hAnsi="Times New Roman" w:cs="Times New Roman"/>
                                      <w:sz w:val="20"/>
                                      <w:szCs w:val="20"/>
                                    </w:rPr>
                                    <w:t xml:space="preserve"> “Apple Pies aRe Two”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221.3pt;margin-top:7.85pt;width:160.35pt;height:4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">
                      <v:textbox>
                        <w:txbxContent>
                          <w:p w:rsidR="002F60A7" w:rsidRPr="002F60A7" w:rsidRDefault="002F60A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0A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Remember:</w:t>
                            </w:r>
                          </w:p>
                          <w:p w:rsidR="002F60A7" w:rsidRPr="002F60A7" w:rsidRDefault="002F60A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60A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C=πd “Cherry Pies Delicious</w:t>
                            </w:r>
                          </w:p>
                          <w:p w:rsidR="002F60A7" w:rsidRPr="002F60A7" w:rsidRDefault="002F60A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A</m:t>
                              </m:r>
                              <m:r>
                                <w:rPr>
                                  <w:rFonts w:ascii="Cambria Math" w:hAnsi="Times New Roman" w:cs="Times New Roman"/>
                                  <w:sz w:val="20"/>
                                  <w:szCs w:val="20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π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Times New Roman" w:cs="Times New Roman"/>
                                      <w:sz w:val="20"/>
                                      <w:szCs w:val="20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0"/>
                                      <w:szCs w:val="20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Times New Roman" w:cs="Times New Roman"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 w:rsidRPr="002F60A7">
                              <w:rPr>
                                <w:rFonts w:ascii="Times New Roman" w:eastAsiaTheme="minorEastAsia" w:hAnsi="Times New Roman" w:cs="Times New Roman"/>
                                <w:sz w:val="20"/>
                                <w:szCs w:val="20"/>
                              </w:rPr>
                              <w:t xml:space="preserve"> “Apple Pies aRe Two”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F60A7" w:rsidRPr="00E266EB">
              <w:rPr>
                <w:rFonts w:ascii="Times New Roman" w:hAnsi="Times New Roman" w:cs="Times New Roman"/>
                <w:sz w:val="20"/>
                <w:szCs w:val="20"/>
              </w:rPr>
              <w:t>(a) Find the area of these circles</w:t>
            </w:r>
          </w:p>
          <w:p w:rsidR="002F60A7" w:rsidRPr="00E266EB" w:rsidRDefault="002F60A7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>(i) Radius = 7</w:t>
            </w:r>
          </w:p>
          <w:p w:rsidR="002F60A7" w:rsidRPr="00E266EB" w:rsidRDefault="002F60A7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>(ii) Diameter = 24</w:t>
            </w:r>
          </w:p>
          <w:p w:rsidR="00320FCD" w:rsidRPr="00E266EB" w:rsidRDefault="00320FCD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0A7" w:rsidRPr="00E266EB" w:rsidRDefault="002F60A7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>(b) Find the area of these circles</w:t>
            </w:r>
          </w:p>
          <w:p w:rsidR="002F60A7" w:rsidRPr="00E266EB" w:rsidRDefault="002F60A7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>(i) Radius = 11</w:t>
            </w:r>
          </w:p>
          <w:p w:rsidR="002F60A7" w:rsidRPr="00E266EB" w:rsidRDefault="002F60A7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sz w:val="20"/>
                <w:szCs w:val="20"/>
              </w:rPr>
              <w:t>(ii) Diameter = 17.4</w:t>
            </w:r>
          </w:p>
          <w:p w:rsidR="00320FCD" w:rsidRPr="00E266EB" w:rsidRDefault="00320FCD" w:rsidP="002F6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F13EF" w:rsidRDefault="00E340A6" w:rsidP="00EA08A4">
            <w:pPr>
              <w:jc w:val="center"/>
            </w:pPr>
            <w:r>
              <w:t>4</w:t>
            </w:r>
          </w:p>
        </w:tc>
      </w:tr>
      <w:tr w:rsidR="00031895" w:rsidTr="002278F7">
        <w:tc>
          <w:tcPr>
            <w:tcW w:w="675" w:type="dxa"/>
          </w:tcPr>
          <w:p w:rsidR="00031895" w:rsidRDefault="00031895" w:rsidP="00AD13F6">
            <w:r>
              <w:t>5</w:t>
            </w:r>
          </w:p>
        </w:tc>
        <w:tc>
          <w:tcPr>
            <w:tcW w:w="4395" w:type="dxa"/>
          </w:tcPr>
          <w:p w:rsidR="00031895" w:rsidRPr="00E266EB" w:rsidRDefault="00031895" w:rsidP="00AD13F6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 and B are two geometrically similar solids.</w:t>
            </w:r>
          </w:p>
          <w:p w:rsidR="00031895" w:rsidRPr="00E266EB" w:rsidRDefault="00031895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total surface area of shape A is 3200cm</w:t>
            </w: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031895" w:rsidRPr="00E266EB" w:rsidRDefault="00031895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total surface area of shape B is 16928cm</w:t>
            </w: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031895" w:rsidRPr="00E266EB" w:rsidRDefault="00031895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volume of shape A is 4760cm</w:t>
            </w: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vertAlign w:val="superscript"/>
                <w:lang w:val="en-US"/>
              </w:rPr>
              <w:t>3</w:t>
            </w:r>
          </w:p>
          <w:p w:rsidR="00031895" w:rsidRDefault="00031895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Calculate the volume of shape B.</w:t>
            </w:r>
          </w:p>
          <w:p w:rsidR="00281B41" w:rsidRDefault="00281B41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81B41" w:rsidRDefault="00281B41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81B41" w:rsidRPr="00281B41" w:rsidRDefault="00281B41" w:rsidP="0028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031895" w:rsidRPr="00E266EB" w:rsidRDefault="00031895" w:rsidP="00AD13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</w:tcPr>
          <w:p w:rsidR="00031895" w:rsidRPr="00E266EB" w:rsidRDefault="00031895" w:rsidP="00AD13F6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 and D are two geometrically similar solids.</w:t>
            </w:r>
          </w:p>
          <w:p w:rsidR="00031895" w:rsidRPr="00E266EB" w:rsidRDefault="00031895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volume of shape C is 17cm</w:t>
            </w: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vertAlign w:val="superscript"/>
                <w:lang w:val="en-US"/>
              </w:rPr>
              <w:t>3</w:t>
            </w:r>
          </w:p>
          <w:p w:rsidR="00031895" w:rsidRPr="00E266EB" w:rsidRDefault="00031895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volume of shape D is 136cm</w:t>
            </w: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vertAlign w:val="superscript"/>
                <w:lang w:val="en-US"/>
              </w:rPr>
              <w:t>3</w:t>
            </w:r>
          </w:p>
          <w:p w:rsidR="00031895" w:rsidRPr="00E266EB" w:rsidRDefault="00031895" w:rsidP="00AD13F6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total surface area of shape C is 9.6cm</w:t>
            </w: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vertAlign w:val="superscript"/>
                <w:lang w:val="en-US"/>
              </w:rPr>
              <w:t>2</w:t>
            </w:r>
          </w:p>
          <w:p w:rsidR="00031895" w:rsidRPr="00E266EB" w:rsidRDefault="00031895" w:rsidP="00AD13F6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Calculate the total surface area of shape D.</w:t>
            </w:r>
          </w:p>
        </w:tc>
        <w:tc>
          <w:tcPr>
            <w:tcW w:w="724" w:type="dxa"/>
            <w:vAlign w:val="bottom"/>
          </w:tcPr>
          <w:p w:rsidR="00031895" w:rsidRDefault="00E340A6" w:rsidP="00AD13F6">
            <w:pPr>
              <w:jc w:val="center"/>
            </w:pPr>
            <w:r>
              <w:t>6</w:t>
            </w:r>
          </w:p>
        </w:tc>
      </w:tr>
      <w:tr w:rsidR="00031895" w:rsidTr="002278F7">
        <w:tc>
          <w:tcPr>
            <w:tcW w:w="675" w:type="dxa"/>
          </w:tcPr>
          <w:p w:rsidR="00031895" w:rsidRDefault="00031895"/>
        </w:tc>
        <w:tc>
          <w:tcPr>
            <w:tcW w:w="8790" w:type="dxa"/>
            <w:gridSpan w:val="3"/>
          </w:tcPr>
          <w:p w:rsidR="00031895" w:rsidRPr="00E266EB" w:rsidRDefault="00031895" w:rsidP="002F60A7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724" w:type="dxa"/>
            <w:vAlign w:val="bottom"/>
          </w:tcPr>
          <w:p w:rsidR="00031895" w:rsidRDefault="00031895" w:rsidP="00EA08A4">
            <w:pPr>
              <w:jc w:val="center"/>
            </w:pPr>
          </w:p>
        </w:tc>
      </w:tr>
      <w:tr w:rsidR="00031895" w:rsidTr="002278F7">
        <w:trPr>
          <w:trHeight w:val="2533"/>
        </w:trPr>
        <w:tc>
          <w:tcPr>
            <w:tcW w:w="675" w:type="dxa"/>
          </w:tcPr>
          <w:p w:rsidR="00031895" w:rsidRDefault="00031895">
            <w:r>
              <w:lastRenderedPageBreak/>
              <w:t>6</w:t>
            </w:r>
          </w:p>
        </w:tc>
        <w:tc>
          <w:tcPr>
            <w:tcW w:w="4395" w:type="dxa"/>
          </w:tcPr>
          <w:p w:rsidR="00031895" w:rsidRPr="00E266EB" w:rsidRDefault="00031895" w:rsidP="00320FCD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Find the volume of this cylinder.</w:t>
            </w:r>
          </w:p>
          <w:p w:rsidR="00031895" w:rsidRDefault="00031895" w:rsidP="00320FCD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1 decimal place.</w:t>
            </w: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</w:p>
          <w:p w:rsidR="00031895" w:rsidRPr="00E266EB" w:rsidRDefault="00031895" w:rsidP="00320FCD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056760" cy="1043796"/>
                  <wp:effectExtent l="19050" t="0" r="0" b="0"/>
                  <wp:docPr id="11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692" cy="1044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895" w:rsidRPr="00E266EB" w:rsidRDefault="00031895" w:rsidP="00320FCD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</w:tc>
        <w:tc>
          <w:tcPr>
            <w:tcW w:w="4395" w:type="dxa"/>
            <w:gridSpan w:val="2"/>
          </w:tcPr>
          <w:p w:rsidR="00031895" w:rsidRPr="00E266EB" w:rsidRDefault="00031895" w:rsidP="0003189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Find the volume of this cylinder.</w:t>
            </w:r>
          </w:p>
          <w:p w:rsidR="00031895" w:rsidRDefault="00031895" w:rsidP="00031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1 decimal place</w:t>
            </w:r>
          </w:p>
          <w:p w:rsidR="00031895" w:rsidRPr="00E266EB" w:rsidRDefault="00031895" w:rsidP="00031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051529" cy="1017917"/>
                  <wp:effectExtent l="19050" t="0" r="0" b="0"/>
                  <wp:docPr id="12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487" cy="1017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895" w:rsidRPr="00E266EB" w:rsidRDefault="00031895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895" w:rsidRPr="00E266EB" w:rsidRDefault="00031895" w:rsidP="00A947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31895" w:rsidRDefault="00E340A6" w:rsidP="00EA08A4">
            <w:pPr>
              <w:jc w:val="center"/>
            </w:pPr>
            <w:r>
              <w:t>4</w:t>
            </w:r>
          </w:p>
        </w:tc>
      </w:tr>
      <w:tr w:rsidR="00031895" w:rsidTr="002278F7">
        <w:trPr>
          <w:trHeight w:val="3972"/>
        </w:trPr>
        <w:tc>
          <w:tcPr>
            <w:tcW w:w="675" w:type="dxa"/>
          </w:tcPr>
          <w:p w:rsidR="00031895" w:rsidRDefault="00031895">
            <w:r>
              <w:t>7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031895" w:rsidRPr="00E266EB" w:rsidRDefault="00031895" w:rsidP="00320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 The two triangles are similar.</w:t>
            </w:r>
          </w:p>
          <w:p w:rsidR="00031895" w:rsidRPr="00E266EB" w:rsidRDefault="00031895" w:rsidP="00320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a) Work out the size of x.</w:t>
            </w:r>
          </w:p>
          <w:p w:rsidR="00031895" w:rsidRDefault="00031895" w:rsidP="00320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b) Work out the size of y.</w:t>
            </w:r>
          </w:p>
          <w:p w:rsidR="00031895" w:rsidRDefault="00031895" w:rsidP="00320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031895" w:rsidRPr="00E266EB" w:rsidRDefault="00031895" w:rsidP="00320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648585" cy="1138555"/>
                  <wp:effectExtent l="19050" t="0" r="0" b="0"/>
                  <wp:docPr id="5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85" cy="1138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895" w:rsidRPr="00E266EB" w:rsidRDefault="00031895" w:rsidP="00320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:rsidR="00031895" w:rsidRPr="00E266EB" w:rsidRDefault="00031895" w:rsidP="00E26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(B) BE is parallel to CD</w:t>
            </w:r>
          </w:p>
          <w:p w:rsidR="00031895" w:rsidRPr="00E266EB" w:rsidRDefault="00031895" w:rsidP="00E26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E266EB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Find the length of BC.</w:t>
            </w:r>
          </w:p>
          <w:p w:rsidR="00031895" w:rsidRDefault="00031895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895" w:rsidRPr="00E266EB" w:rsidRDefault="00031895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66EB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284667" cy="1785668"/>
                  <wp:effectExtent l="19050" t="0" r="1333" b="0"/>
                  <wp:docPr id="6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778" cy="1792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1895" w:rsidRPr="00E266EB" w:rsidRDefault="00031895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895" w:rsidRPr="00E266EB" w:rsidRDefault="00031895" w:rsidP="00BE1B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Align w:val="bottom"/>
          </w:tcPr>
          <w:p w:rsidR="00031895" w:rsidRDefault="00E340A6" w:rsidP="00EA08A4">
            <w:pPr>
              <w:jc w:val="center"/>
            </w:pPr>
            <w:r>
              <w:t>6</w:t>
            </w:r>
          </w:p>
        </w:tc>
      </w:tr>
      <w:tr w:rsidR="00F31F42" w:rsidTr="002278F7">
        <w:tc>
          <w:tcPr>
            <w:tcW w:w="675" w:type="dxa"/>
          </w:tcPr>
          <w:p w:rsidR="00F31F42" w:rsidRDefault="00F31F42">
            <w:r>
              <w:t>8</w:t>
            </w:r>
          </w:p>
        </w:tc>
        <w:tc>
          <w:tcPr>
            <w:tcW w:w="4395" w:type="dxa"/>
          </w:tcPr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For each triangle find the side or angle marked with</w:t>
            </w:r>
          </w:p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the letter </w:t>
            </w:r>
            <w:r w:rsidRPr="00F31F42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x</w:t>
            </w: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F31F42" w:rsidRPr="00F31F42" w:rsidRDefault="00F31F42" w:rsidP="00F31F42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correct to 1 decimal place.</w:t>
            </w:r>
          </w:p>
          <w:p w:rsidR="00F31F42" w:rsidRPr="00F31F42" w:rsidRDefault="00F31F42" w:rsidP="00F31F42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F31F42" w:rsidRPr="00F31F42" w:rsidRDefault="005237D7" w:rsidP="00F31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34925</wp:posOffset>
                      </wp:positionV>
                      <wp:extent cx="612775" cy="328295"/>
                      <wp:effectExtent l="7620" t="6350" r="8255" b="8255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775" cy="328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79.35pt;margin-top:2.75pt;width:48.25pt;height:2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" strokecolor="white [3212]"/>
                  </w:pict>
                </mc:Fallback>
              </mc:AlternateContent>
            </w:r>
            <w:r w:rsidR="00F31F42" w:rsidRPr="00F31F42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646512" cy="1958196"/>
                  <wp:effectExtent l="19050" t="0" r="1438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85" cy="1959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gridSpan w:val="2"/>
          </w:tcPr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For each triangle find the side or angle marked with</w:t>
            </w:r>
          </w:p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the letter </w:t>
            </w:r>
            <w:r w:rsidRPr="00F31F42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x</w:t>
            </w: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F31F42" w:rsidRPr="00F31F42" w:rsidRDefault="00F31F42" w:rsidP="00F31F42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correct to 1 decimal place.</w:t>
            </w:r>
          </w:p>
          <w:p w:rsidR="00F31F42" w:rsidRPr="00F31F42" w:rsidRDefault="00F31F42" w:rsidP="00F31F42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F31F42" w:rsidRPr="00F31F42" w:rsidRDefault="00F31F42" w:rsidP="00F31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1F42"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648585" cy="2173605"/>
                  <wp:effectExtent l="1905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85" cy="217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vAlign w:val="bottom"/>
          </w:tcPr>
          <w:p w:rsidR="00F31F42" w:rsidRDefault="00E340A6" w:rsidP="00EA08A4">
            <w:pPr>
              <w:jc w:val="center"/>
            </w:pPr>
            <w:r>
              <w:t>16</w:t>
            </w:r>
          </w:p>
        </w:tc>
      </w:tr>
      <w:tr w:rsidR="00F31F42" w:rsidTr="002278F7">
        <w:tc>
          <w:tcPr>
            <w:tcW w:w="675" w:type="dxa"/>
            <w:tcBorders>
              <w:bottom w:val="single" w:sz="4" w:space="0" w:color="auto"/>
            </w:tcBorders>
          </w:tcPr>
          <w:p w:rsidR="00F31F42" w:rsidRDefault="00F31F42">
            <w:r>
              <w:t>9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Calculate the area of triangle ABC.</w:t>
            </w:r>
          </w:p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correct to 1 decimal place.</w:t>
            </w:r>
          </w:p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noProof/>
                <w:color w:val="231F20"/>
                <w:sz w:val="20"/>
                <w:szCs w:val="20"/>
                <w:lang w:eastAsia="en-GB"/>
              </w:rPr>
              <w:drawing>
                <wp:inline distT="0" distB="0" distL="0" distR="0">
                  <wp:extent cx="2648585" cy="1052195"/>
                  <wp:effectExtent l="1905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585" cy="1052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F31F42" w:rsidRPr="00F31F42" w:rsidRDefault="00F31F42" w:rsidP="00F31F42">
            <w:pPr>
              <w:pStyle w:val="ListParagraph"/>
              <w:ind w:left="18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:rsidR="00F31F42" w:rsidRPr="00F31F42" w:rsidRDefault="00F31F42" w:rsidP="00F31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Calculate the area of triangle ABC.</w:t>
            </w:r>
          </w:p>
          <w:p w:rsidR="00F31F42" w:rsidRPr="00F31F42" w:rsidRDefault="00F31F42" w:rsidP="00F31F42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correct to 1 decimal place.</w:t>
            </w:r>
          </w:p>
          <w:p w:rsidR="00F31F42" w:rsidRDefault="00F31F42" w:rsidP="00F31F42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F31F42">
              <w:rPr>
                <w:rFonts w:ascii="Times New Roman" w:hAnsi="Times New Roman" w:cs="Times New Roman"/>
                <w:noProof/>
                <w:color w:val="231F20"/>
                <w:sz w:val="20"/>
                <w:szCs w:val="20"/>
                <w:lang w:eastAsia="en-GB"/>
              </w:rPr>
              <w:drawing>
                <wp:inline distT="0" distB="0" distL="0" distR="0">
                  <wp:extent cx="2344587" cy="1160770"/>
                  <wp:effectExtent l="1905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424" cy="11616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1D96" w:rsidRPr="00F31F42" w:rsidRDefault="001B1D96" w:rsidP="00F31F42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F31F42" w:rsidRPr="00F31F42" w:rsidRDefault="00F31F42" w:rsidP="00F31F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  <w:vAlign w:val="bottom"/>
          </w:tcPr>
          <w:p w:rsidR="00F31F42" w:rsidRDefault="001B1D96" w:rsidP="000C5EE5">
            <w:pPr>
              <w:pStyle w:val="ListParagraph"/>
            </w:pPr>
            <w:r>
              <w:t>6</w:t>
            </w:r>
            <w:r w:rsidR="00E340A6">
              <w:t>6</w:t>
            </w:r>
          </w:p>
        </w:tc>
      </w:tr>
      <w:tr w:rsidR="002278F7" w:rsidTr="002278F7">
        <w:tc>
          <w:tcPr>
            <w:tcW w:w="675" w:type="dxa"/>
            <w:tcBorders>
              <w:bottom w:val="nil"/>
            </w:tcBorders>
          </w:tcPr>
          <w:p w:rsidR="002278F7" w:rsidRDefault="002278F7">
            <w:r>
              <w:lastRenderedPageBreak/>
              <w:t>10</w:t>
            </w:r>
          </w:p>
        </w:tc>
        <w:tc>
          <w:tcPr>
            <w:tcW w:w="4395" w:type="dxa"/>
            <w:vMerge w:val="restart"/>
          </w:tcPr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OAB </w:t>
            </w: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is a sector of a circle, centre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O</w:t>
            </w: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</w:pP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a) Work out the length of the arc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AB</w:t>
            </w: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1 decimal place.</w:t>
            </w: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b) Work out the area of sector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AOB</w:t>
            </w: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2278F7" w:rsidRPr="002278F7" w:rsidRDefault="002278F7" w:rsidP="002278F7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1 decimal place.</w:t>
            </w:r>
          </w:p>
          <w:p w:rsidR="002278F7" w:rsidRPr="002278F7" w:rsidRDefault="002278F7" w:rsidP="002278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 w:val="restart"/>
          </w:tcPr>
          <w:p w:rsidR="002278F7" w:rsidRPr="00E266EB" w:rsidRDefault="002278F7" w:rsidP="0022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697606" cy="1306242"/>
                  <wp:effectExtent l="1905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606" cy="1306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tcBorders>
              <w:bottom w:val="nil"/>
            </w:tcBorders>
            <w:vAlign w:val="bottom"/>
          </w:tcPr>
          <w:p w:rsidR="002278F7" w:rsidRDefault="002278F7" w:rsidP="00EA08A4">
            <w:pPr>
              <w:jc w:val="center"/>
            </w:pPr>
          </w:p>
        </w:tc>
      </w:tr>
      <w:tr w:rsidR="002278F7" w:rsidTr="002278F7">
        <w:tc>
          <w:tcPr>
            <w:tcW w:w="675" w:type="dxa"/>
            <w:tcBorders>
              <w:top w:val="nil"/>
            </w:tcBorders>
          </w:tcPr>
          <w:p w:rsidR="002278F7" w:rsidRDefault="002278F7"/>
        </w:tc>
        <w:tc>
          <w:tcPr>
            <w:tcW w:w="4395" w:type="dxa"/>
            <w:vMerge/>
          </w:tcPr>
          <w:p w:rsidR="002278F7" w:rsidRPr="002278F7" w:rsidRDefault="002278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</w:tcPr>
          <w:p w:rsidR="002278F7" w:rsidRPr="00E266EB" w:rsidRDefault="002278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</w:tcBorders>
            <w:vAlign w:val="bottom"/>
          </w:tcPr>
          <w:p w:rsidR="002278F7" w:rsidRDefault="001B1D96" w:rsidP="00EA08A4">
            <w:pPr>
              <w:jc w:val="center"/>
            </w:pPr>
            <w:r>
              <w:t>4</w:t>
            </w:r>
          </w:p>
        </w:tc>
      </w:tr>
      <w:tr w:rsidR="002278F7" w:rsidTr="002278F7">
        <w:tc>
          <w:tcPr>
            <w:tcW w:w="675" w:type="dxa"/>
            <w:tcBorders>
              <w:top w:val="nil"/>
            </w:tcBorders>
          </w:tcPr>
          <w:p w:rsidR="002278F7" w:rsidRDefault="002278F7"/>
        </w:tc>
        <w:tc>
          <w:tcPr>
            <w:tcW w:w="4395" w:type="dxa"/>
          </w:tcPr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OAB </w:t>
            </w: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is a sector of a circle, centre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O</w:t>
            </w: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</w:pP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a) Work out the length of the arc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AB</w:t>
            </w: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1 decimal place.</w:t>
            </w: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b) Work out the area of sector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AOB</w:t>
            </w: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.</w:t>
            </w:r>
          </w:p>
          <w:p w:rsidR="002278F7" w:rsidRPr="002278F7" w:rsidRDefault="002278F7" w:rsidP="002278F7">
            <w:pP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1 decimal place.</w:t>
            </w:r>
          </w:p>
          <w:p w:rsidR="002278F7" w:rsidRPr="002278F7" w:rsidRDefault="002278F7" w:rsidP="002278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2"/>
          </w:tcPr>
          <w:p w:rsidR="002278F7" w:rsidRPr="00E266EB" w:rsidRDefault="002278F7" w:rsidP="002278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748421" cy="1086928"/>
                  <wp:effectExtent l="19050" t="0" r="4179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386" cy="1088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tcBorders>
              <w:top w:val="nil"/>
            </w:tcBorders>
            <w:vAlign w:val="bottom"/>
          </w:tcPr>
          <w:p w:rsidR="002278F7" w:rsidRDefault="001B1D96" w:rsidP="00EA08A4">
            <w:pPr>
              <w:jc w:val="center"/>
            </w:pPr>
            <w:r>
              <w:t>4</w:t>
            </w:r>
          </w:p>
        </w:tc>
      </w:tr>
      <w:tr w:rsidR="002278F7" w:rsidTr="00C25223">
        <w:trPr>
          <w:trHeight w:val="123"/>
        </w:trPr>
        <w:tc>
          <w:tcPr>
            <w:tcW w:w="675" w:type="dxa"/>
            <w:vMerge w:val="restart"/>
          </w:tcPr>
          <w:p w:rsidR="002278F7" w:rsidRDefault="002278F7">
            <w:r>
              <w:t>11</w:t>
            </w:r>
          </w:p>
        </w:tc>
        <w:tc>
          <w:tcPr>
            <w:tcW w:w="4395" w:type="dxa"/>
          </w:tcPr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Here is the graph of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y </w:t>
            </w: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= sin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x°</w:t>
            </w: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, where 0 &lt; </w:t>
            </w:r>
            <w:r w:rsidRPr="002278F7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x </w:t>
            </w: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&lt; 360°</w:t>
            </w:r>
          </w:p>
          <w:p w:rsid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Given that sin 30° = 1/2, write down the value of</w:t>
            </w:r>
          </w:p>
          <w:p w:rsidR="002278F7" w:rsidRP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(a) sin 150°</w:t>
            </w:r>
          </w:p>
          <w:p w:rsidR="002278F7" w:rsidRPr="00E266EB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78F7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(b) sin 330°</w:t>
            </w:r>
          </w:p>
        </w:tc>
        <w:tc>
          <w:tcPr>
            <w:tcW w:w="4395" w:type="dxa"/>
            <w:gridSpan w:val="2"/>
          </w:tcPr>
          <w:p w:rsidR="002278F7" w:rsidRPr="00E266EB" w:rsidRDefault="002278F7" w:rsidP="00227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068542" cy="1287448"/>
                  <wp:effectExtent l="19050" t="0" r="7908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654" cy="1288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vMerge w:val="restart"/>
            <w:vAlign w:val="bottom"/>
          </w:tcPr>
          <w:p w:rsidR="002278F7" w:rsidRDefault="001B1D96" w:rsidP="00EA08A4">
            <w:pPr>
              <w:jc w:val="center"/>
            </w:pPr>
            <w:r>
              <w:t>6</w:t>
            </w:r>
          </w:p>
        </w:tc>
      </w:tr>
      <w:tr w:rsidR="002278F7" w:rsidTr="00C25223">
        <w:trPr>
          <w:trHeight w:val="122"/>
        </w:trPr>
        <w:tc>
          <w:tcPr>
            <w:tcW w:w="675" w:type="dxa"/>
            <w:vMerge/>
          </w:tcPr>
          <w:p w:rsidR="002278F7" w:rsidRDefault="002278F7"/>
        </w:tc>
        <w:tc>
          <w:tcPr>
            <w:tcW w:w="4395" w:type="dxa"/>
          </w:tcPr>
          <w:p w:rsidR="002278F7" w:rsidRPr="007C2831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Here is the graph of </w:t>
            </w:r>
            <w:r w:rsidRPr="007C2831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y 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= cos </w:t>
            </w:r>
            <w:r w:rsidRPr="007C2831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x°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, where 0 &lt; </w:t>
            </w:r>
            <w:r w:rsidRPr="007C2831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x 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&lt; 360°</w:t>
            </w:r>
          </w:p>
          <w:p w:rsidR="007C2831" w:rsidRDefault="007C2831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278F7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Use the graph to find estimates of the solutions,</w:t>
            </w:r>
            <w:r w:rsidR="007C2831"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in the interval</w:t>
            </w:r>
            <w:r w:rsid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0 &lt; </w:t>
            </w:r>
            <w:r w:rsidRPr="007C2831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 xml:space="preserve">x 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&lt; 360, of the equations</w:t>
            </w:r>
          </w:p>
          <w:p w:rsidR="007C2831" w:rsidRPr="007C2831" w:rsidRDefault="007C2831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2278F7" w:rsidRPr="007C2831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(a) cos </w:t>
            </w:r>
            <w:r w:rsidRPr="007C2831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x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° = –0.3</w:t>
            </w:r>
          </w:p>
          <w:p w:rsidR="002278F7" w:rsidRPr="00E266EB" w:rsidRDefault="002278F7" w:rsidP="002278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(b) 4cos </w:t>
            </w:r>
            <w:r w:rsidRPr="007C2831">
              <w:rPr>
                <w:rFonts w:ascii="Times New Roman" w:hAnsi="Times New Roman" w:cs="Times New Roman"/>
                <w:i/>
                <w:iCs/>
                <w:color w:val="231F20"/>
                <w:sz w:val="20"/>
                <w:szCs w:val="20"/>
                <w:lang w:val="en-US"/>
              </w:rPr>
              <w:t>x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° = 3</w:t>
            </w:r>
          </w:p>
        </w:tc>
        <w:tc>
          <w:tcPr>
            <w:tcW w:w="4395" w:type="dxa"/>
            <w:gridSpan w:val="2"/>
          </w:tcPr>
          <w:p w:rsidR="002278F7" w:rsidRPr="00E266EB" w:rsidRDefault="002278F7" w:rsidP="00AD1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656840" cy="1845945"/>
                  <wp:effectExtent l="1905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840" cy="184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vMerge/>
            <w:vAlign w:val="bottom"/>
          </w:tcPr>
          <w:p w:rsidR="002278F7" w:rsidRDefault="002278F7" w:rsidP="00EA08A4">
            <w:pPr>
              <w:jc w:val="center"/>
            </w:pPr>
          </w:p>
        </w:tc>
      </w:tr>
      <w:tr w:rsidR="007C2831" w:rsidTr="00014B3B">
        <w:trPr>
          <w:trHeight w:val="123"/>
        </w:trPr>
        <w:tc>
          <w:tcPr>
            <w:tcW w:w="675" w:type="dxa"/>
            <w:vMerge w:val="restart"/>
          </w:tcPr>
          <w:p w:rsidR="007C2831" w:rsidRDefault="007C2831">
            <w:r>
              <w:t>12</w:t>
            </w:r>
          </w:p>
        </w:tc>
        <w:tc>
          <w:tcPr>
            <w:tcW w:w="4395" w:type="dxa"/>
          </w:tcPr>
          <w:p w:rsidR="007C2831" w:rsidRPr="00E266EB" w:rsidRDefault="007C2831" w:rsidP="007C28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120301" cy="1539773"/>
                  <wp:effectExtent l="1905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962" cy="1540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gridSpan w:val="2"/>
          </w:tcPr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This is a cuboid, ABCDEFGH</w:t>
            </w:r>
          </w:p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AB = 9 cm, BC = 8 cm, AG = 16 cm</w:t>
            </w: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a) Calculate the length AE.</w:t>
            </w:r>
          </w:p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3 significant figures.</w:t>
            </w: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b) Work out the angle between CE and the horizontal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plane ABCD.</w:t>
            </w:r>
          </w:p>
          <w:p w:rsidR="007C2831" w:rsidRPr="00E266EB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2 significant figures.</w:t>
            </w:r>
          </w:p>
        </w:tc>
        <w:tc>
          <w:tcPr>
            <w:tcW w:w="724" w:type="dxa"/>
            <w:vMerge w:val="restart"/>
            <w:vAlign w:val="bottom"/>
          </w:tcPr>
          <w:p w:rsidR="007C2831" w:rsidRDefault="001B1D96" w:rsidP="00EA08A4">
            <w:pPr>
              <w:jc w:val="center"/>
            </w:pPr>
            <w:r>
              <w:t>10</w:t>
            </w:r>
          </w:p>
        </w:tc>
      </w:tr>
      <w:tr w:rsidR="007C2831" w:rsidTr="00014B3B">
        <w:trPr>
          <w:trHeight w:val="122"/>
        </w:trPr>
        <w:tc>
          <w:tcPr>
            <w:tcW w:w="675" w:type="dxa"/>
            <w:vMerge/>
          </w:tcPr>
          <w:p w:rsidR="007C2831" w:rsidRDefault="007C2831"/>
        </w:tc>
        <w:tc>
          <w:tcPr>
            <w:tcW w:w="4395" w:type="dxa"/>
          </w:tcPr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diagram shows a square-based pyramid ABCDX.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 xml:space="preserve"> </w:t>
            </w: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AB = BC = 9 cm.</w:t>
            </w: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The point M is the centre of the square base.</w:t>
            </w:r>
          </w:p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XM = 12 cm.</w:t>
            </w: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a) Calculate the length of AC.</w:t>
            </w: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3 significant figures.</w:t>
            </w: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b) Work out the angle between the edge AX and the</w:t>
            </w: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horizontal plane ABCD.</w:t>
            </w:r>
          </w:p>
          <w:p w:rsidR="007C2831" w:rsidRPr="00E266EB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1 decimal place.</w:t>
            </w:r>
          </w:p>
        </w:tc>
        <w:tc>
          <w:tcPr>
            <w:tcW w:w="4395" w:type="dxa"/>
            <w:gridSpan w:val="2"/>
          </w:tcPr>
          <w:p w:rsidR="007C2831" w:rsidRPr="00E266EB" w:rsidRDefault="007C2831" w:rsidP="00AD1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2042663" cy="1516693"/>
                  <wp:effectExtent l="1905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263" cy="1517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vMerge/>
            <w:vAlign w:val="bottom"/>
          </w:tcPr>
          <w:p w:rsidR="007C2831" w:rsidRDefault="007C2831" w:rsidP="00EA08A4">
            <w:pPr>
              <w:jc w:val="center"/>
            </w:pPr>
          </w:p>
        </w:tc>
      </w:tr>
      <w:tr w:rsidR="007C2831" w:rsidTr="00C854E5">
        <w:trPr>
          <w:trHeight w:val="123"/>
        </w:trPr>
        <w:tc>
          <w:tcPr>
            <w:tcW w:w="675" w:type="dxa"/>
            <w:vMerge w:val="restart"/>
          </w:tcPr>
          <w:p w:rsidR="007C2831" w:rsidRDefault="007C2831"/>
        </w:tc>
        <w:tc>
          <w:tcPr>
            <w:tcW w:w="4395" w:type="dxa"/>
          </w:tcPr>
          <w:p w:rsidR="007C2831" w:rsidRPr="007C2831" w:rsidRDefault="007C2831" w:rsidP="007C2831">
            <w:pPr>
              <w:tabs>
                <w:tab w:val="left" w:pos="156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481946" cy="1411108"/>
                  <wp:effectExtent l="19050" t="0" r="3954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544" cy="141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gridSpan w:val="2"/>
          </w:tcPr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This is a sphere with radius 8 cm.</w:t>
            </w:r>
          </w:p>
          <w:p w:rsidR="00537B33" w:rsidRPr="007C2831" w:rsidRDefault="00537B33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a) Find the volume of the sphere.</w:t>
            </w:r>
          </w:p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3 significant figures.</w:t>
            </w:r>
          </w:p>
          <w:p w:rsidR="00537B33" w:rsidRPr="007C2831" w:rsidRDefault="00537B33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7C2831" w:rsidRP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b) Find the surface area of the sphere.</w:t>
            </w:r>
          </w:p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7C2831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3 significant figures.</w:t>
            </w:r>
          </w:p>
        </w:tc>
        <w:tc>
          <w:tcPr>
            <w:tcW w:w="724" w:type="dxa"/>
            <w:vMerge w:val="restart"/>
            <w:vAlign w:val="bottom"/>
          </w:tcPr>
          <w:p w:rsidR="007C2831" w:rsidRDefault="001B1D96" w:rsidP="00EA08A4">
            <w:pPr>
              <w:jc w:val="center"/>
            </w:pPr>
            <w:r>
              <w:t>8</w:t>
            </w:r>
          </w:p>
        </w:tc>
      </w:tr>
      <w:tr w:rsidR="007C2831" w:rsidTr="00C854E5">
        <w:trPr>
          <w:trHeight w:val="122"/>
        </w:trPr>
        <w:tc>
          <w:tcPr>
            <w:tcW w:w="675" w:type="dxa"/>
            <w:vMerge/>
          </w:tcPr>
          <w:p w:rsidR="007C2831" w:rsidRDefault="007C2831"/>
        </w:tc>
        <w:tc>
          <w:tcPr>
            <w:tcW w:w="4395" w:type="dxa"/>
          </w:tcPr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537B33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This is a cone with radius 4 cm and height 13 cm.</w:t>
            </w:r>
          </w:p>
          <w:p w:rsidR="00537B33" w:rsidRPr="00537B33" w:rsidRDefault="00537B33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7C2831" w:rsidRPr="00537B33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537B33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a) Find the volume of the cone.</w:t>
            </w:r>
          </w:p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537B33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3 significant figures.</w:t>
            </w:r>
          </w:p>
          <w:p w:rsidR="00537B33" w:rsidRPr="00537B33" w:rsidRDefault="00537B33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</w:p>
          <w:p w:rsidR="007C2831" w:rsidRPr="00537B33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</w:pPr>
            <w:r w:rsidRPr="00537B33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b) Find the curved surface area of the cone.</w:t>
            </w:r>
          </w:p>
          <w:p w:rsidR="007C2831" w:rsidRDefault="007C2831" w:rsidP="007C28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537B33">
              <w:rPr>
                <w:rFonts w:ascii="Times New Roman" w:hAnsi="Times New Roman" w:cs="Times New Roman"/>
                <w:color w:val="231F20"/>
                <w:sz w:val="20"/>
                <w:szCs w:val="20"/>
                <w:lang w:val="en-US"/>
              </w:rPr>
              <w:t>Give your answer to 3 significant figures.</w:t>
            </w:r>
          </w:p>
        </w:tc>
        <w:tc>
          <w:tcPr>
            <w:tcW w:w="4395" w:type="dxa"/>
            <w:gridSpan w:val="2"/>
          </w:tcPr>
          <w:p w:rsidR="007C2831" w:rsidRDefault="007C2831" w:rsidP="007C28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594089" cy="1448477"/>
                  <wp:effectExtent l="19050" t="0" r="6111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338" cy="1449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4" w:type="dxa"/>
            <w:vMerge/>
            <w:vAlign w:val="bottom"/>
          </w:tcPr>
          <w:p w:rsidR="007C2831" w:rsidRDefault="007C2831" w:rsidP="00EA08A4">
            <w:pPr>
              <w:jc w:val="center"/>
            </w:pPr>
          </w:p>
        </w:tc>
      </w:tr>
    </w:tbl>
    <w:p w:rsidR="000F13EF" w:rsidRDefault="000F13EF" w:rsidP="00EC3EA0"/>
    <w:p w:rsidR="0081021A" w:rsidRDefault="0081021A" w:rsidP="0081021A">
      <w:pPr>
        <w:jc w:val="center"/>
      </w:pPr>
      <w:r>
        <w:rPr>
          <w:noProof/>
          <w:lang w:eastAsia="en-GB"/>
        </w:rPr>
        <w:drawing>
          <wp:inline distT="0" distB="0" distL="0" distR="0">
            <wp:extent cx="3996257" cy="5451894"/>
            <wp:effectExtent l="19050" t="19050" r="23293" b="15456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826" cy="545539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021A" w:rsidSect="000F13EF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/>
      <w:pgMar w:top="1021" w:right="1134" w:bottom="102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CD" w:rsidRDefault="00630ACD" w:rsidP="00AB0860">
      <w:r>
        <w:separator/>
      </w:r>
    </w:p>
  </w:endnote>
  <w:endnote w:type="continuationSeparator" w:id="0">
    <w:p w:rsidR="00630ACD" w:rsidRDefault="00630ACD" w:rsidP="00AB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BE" w:rsidRDefault="00173F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860" w:rsidRPr="00A362A1" w:rsidRDefault="00A362A1" w:rsidP="00382EB0">
    <w:pPr>
      <w:pStyle w:val="Footer"/>
      <w:jc w:val="center"/>
      <w:rPr>
        <w:rFonts w:ascii="Times New Roman" w:hAnsi="Times New Roman" w:cs="Times New Roman"/>
        <w:sz w:val="16"/>
        <w:szCs w:val="16"/>
      </w:rPr>
    </w:pPr>
    <w:r w:rsidRPr="00A362A1">
      <w:rPr>
        <w:rStyle w:val="body"/>
        <w:rFonts w:ascii="Times New Roman" w:hAnsi="Times New Roman" w:cs="Times New Roman"/>
        <w:sz w:val="16"/>
        <w:szCs w:val="16"/>
        <w:bdr w:val="none" w:sz="0" w:space="0" w:color="auto" w:frame="1"/>
      </w:rPr>
      <w:t>“</w:t>
    </w:r>
    <w:r w:rsidR="00DD5274" w:rsidRPr="00A362A1">
      <w:rPr>
        <w:rStyle w:val="body"/>
        <w:rFonts w:ascii="Times New Roman" w:hAnsi="Times New Roman" w:cs="Times New Roman"/>
        <w:sz w:val="16"/>
        <w:szCs w:val="16"/>
        <w:bdr w:val="none" w:sz="0" w:space="0" w:color="auto" w:frame="1"/>
      </w:rPr>
      <w:t>There is geometry in the humming of the strings, there is music in the spacing of the spheres</w:t>
    </w:r>
    <w:r w:rsidRPr="00A362A1">
      <w:rPr>
        <w:rStyle w:val="body"/>
        <w:rFonts w:ascii="Times New Roman" w:hAnsi="Times New Roman" w:cs="Times New Roman"/>
        <w:sz w:val="16"/>
        <w:szCs w:val="16"/>
        <w:bdr w:val="none" w:sz="0" w:space="0" w:color="auto" w:frame="1"/>
      </w:rPr>
      <w:t>”</w:t>
    </w:r>
    <w:r w:rsidR="00DD5274" w:rsidRPr="00A362A1">
      <w:rPr>
        <w:rStyle w:val="body"/>
        <w:rFonts w:ascii="Times New Roman" w:hAnsi="Times New Roman" w:cs="Times New Roman"/>
        <w:sz w:val="16"/>
        <w:szCs w:val="16"/>
        <w:bdr w:val="none" w:sz="0" w:space="0" w:color="auto" w:frame="1"/>
      </w:rPr>
      <w:t>.</w:t>
    </w:r>
    <w:r w:rsidRPr="00A362A1">
      <w:rPr>
        <w:rStyle w:val="body"/>
        <w:rFonts w:ascii="Times New Roman" w:hAnsi="Times New Roman" w:cs="Times New Roman"/>
        <w:sz w:val="16"/>
        <w:szCs w:val="16"/>
        <w:bdr w:val="none" w:sz="0" w:space="0" w:color="auto" w:frame="1"/>
      </w:rPr>
      <w:t xml:space="preserve"> </w:t>
    </w:r>
    <w:hyperlink r:id="rId1" w:history="1">
      <w:r w:rsidR="00DD5274" w:rsidRPr="00A362A1">
        <w:rPr>
          <w:rStyle w:val="Hyperlink"/>
          <w:rFonts w:ascii="Times New Roman" w:hAnsi="Times New Roman" w:cs="Times New Roman"/>
          <w:bCs/>
          <w:color w:val="auto"/>
          <w:sz w:val="16"/>
          <w:szCs w:val="16"/>
          <w:bdr w:val="none" w:sz="0" w:space="0" w:color="auto" w:frame="1"/>
        </w:rPr>
        <w:t>Pythagoras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BE" w:rsidRDefault="00173F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CD" w:rsidRDefault="00630ACD" w:rsidP="00AB0860">
      <w:r>
        <w:separator/>
      </w:r>
    </w:p>
  </w:footnote>
  <w:footnote w:type="continuationSeparator" w:id="0">
    <w:p w:rsidR="00630ACD" w:rsidRDefault="00630ACD" w:rsidP="00AB0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BE" w:rsidRDefault="00173F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860" w:rsidRPr="00173FBE" w:rsidRDefault="00AB0860" w:rsidP="00173FBE">
    <w:pPr>
      <w:pStyle w:val="Header"/>
      <w:rPr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BE" w:rsidRDefault="00173F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3198"/>
    <w:multiLevelType w:val="hybridMultilevel"/>
    <w:tmpl w:val="AC26AB8E"/>
    <w:lvl w:ilvl="0" w:tplc="9BC8CD14">
      <w:start w:val="1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45425D"/>
    <w:multiLevelType w:val="hybridMultilevel"/>
    <w:tmpl w:val="45BA539E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E68FC"/>
    <w:multiLevelType w:val="hybridMultilevel"/>
    <w:tmpl w:val="8800D46E"/>
    <w:lvl w:ilvl="0" w:tplc="2FEA9FB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52411D"/>
    <w:multiLevelType w:val="hybridMultilevel"/>
    <w:tmpl w:val="5B06873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9F385C"/>
    <w:multiLevelType w:val="multilevel"/>
    <w:tmpl w:val="70F04244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90E77"/>
    <w:multiLevelType w:val="hybridMultilevel"/>
    <w:tmpl w:val="268E967E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BD565B"/>
    <w:multiLevelType w:val="hybridMultilevel"/>
    <w:tmpl w:val="7004C4A8"/>
    <w:lvl w:ilvl="0" w:tplc="F954D3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373BEB"/>
    <w:multiLevelType w:val="hybridMultilevel"/>
    <w:tmpl w:val="52B0C28E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55C27BB8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87886"/>
    <w:multiLevelType w:val="hybridMultilevel"/>
    <w:tmpl w:val="D898CD28"/>
    <w:lvl w:ilvl="0" w:tplc="0FD0E2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77EA3"/>
    <w:multiLevelType w:val="hybridMultilevel"/>
    <w:tmpl w:val="1BA03764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36AC2"/>
    <w:multiLevelType w:val="hybridMultilevel"/>
    <w:tmpl w:val="A4C80EB2"/>
    <w:lvl w:ilvl="0" w:tplc="F954D3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AE27B2"/>
    <w:multiLevelType w:val="hybridMultilevel"/>
    <w:tmpl w:val="67C8E7CC"/>
    <w:lvl w:ilvl="0" w:tplc="F954D3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BC2AA7"/>
    <w:multiLevelType w:val="hybridMultilevel"/>
    <w:tmpl w:val="F9FAA94E"/>
    <w:lvl w:ilvl="0" w:tplc="1D022D6A">
      <w:start w:val="9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A438E3"/>
    <w:multiLevelType w:val="hybridMultilevel"/>
    <w:tmpl w:val="35B4C7F4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718D6"/>
    <w:multiLevelType w:val="hybridMultilevel"/>
    <w:tmpl w:val="21E0E8F6"/>
    <w:lvl w:ilvl="0" w:tplc="F954D3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E068A0"/>
    <w:multiLevelType w:val="hybridMultilevel"/>
    <w:tmpl w:val="B544625A"/>
    <w:lvl w:ilvl="0" w:tplc="362C8C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93DEE"/>
    <w:multiLevelType w:val="hybridMultilevel"/>
    <w:tmpl w:val="7C7062E4"/>
    <w:lvl w:ilvl="0" w:tplc="06183C44">
      <w:start w:val="1"/>
      <w:numFmt w:val="upperLetter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0110E"/>
    <w:multiLevelType w:val="hybridMultilevel"/>
    <w:tmpl w:val="E3D2895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004301"/>
    <w:multiLevelType w:val="hybridMultilevel"/>
    <w:tmpl w:val="8BA48400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1FCF6B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86717"/>
    <w:multiLevelType w:val="hybridMultilevel"/>
    <w:tmpl w:val="1318E722"/>
    <w:lvl w:ilvl="0" w:tplc="616E5742">
      <w:start w:val="9"/>
      <w:numFmt w:val="lowerLetter"/>
      <w:lvlText w:val="(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17043"/>
    <w:multiLevelType w:val="hybridMultilevel"/>
    <w:tmpl w:val="95B6DC94"/>
    <w:lvl w:ilvl="0" w:tplc="B06C92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8B0BC2"/>
    <w:multiLevelType w:val="hybridMultilevel"/>
    <w:tmpl w:val="F11693DA"/>
    <w:lvl w:ilvl="0" w:tplc="8D0476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27E70"/>
    <w:multiLevelType w:val="hybridMultilevel"/>
    <w:tmpl w:val="8EAE2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20C39"/>
    <w:multiLevelType w:val="hybridMultilevel"/>
    <w:tmpl w:val="A582E684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B4E"/>
    <w:multiLevelType w:val="hybridMultilevel"/>
    <w:tmpl w:val="8BDAA26E"/>
    <w:lvl w:ilvl="0" w:tplc="F954D328">
      <w:start w:val="9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6064A3"/>
    <w:multiLevelType w:val="hybridMultilevel"/>
    <w:tmpl w:val="6B4A7F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B60D20"/>
    <w:multiLevelType w:val="hybridMultilevel"/>
    <w:tmpl w:val="5D2CF8FE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267"/>
    <w:multiLevelType w:val="hybridMultilevel"/>
    <w:tmpl w:val="7C02C6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E468B"/>
    <w:multiLevelType w:val="hybridMultilevel"/>
    <w:tmpl w:val="26F02830"/>
    <w:lvl w:ilvl="0" w:tplc="616E5742">
      <w:start w:val="9"/>
      <w:numFmt w:val="lowerLetter"/>
      <w:lvlText w:val="(%1)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AB4D14"/>
    <w:multiLevelType w:val="hybridMultilevel"/>
    <w:tmpl w:val="6A4EAF5C"/>
    <w:lvl w:ilvl="0" w:tplc="F954D3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29"/>
  </w:num>
  <w:num w:numId="4">
    <w:abstractNumId w:val="23"/>
  </w:num>
  <w:num w:numId="5">
    <w:abstractNumId w:val="1"/>
  </w:num>
  <w:num w:numId="6">
    <w:abstractNumId w:val="22"/>
  </w:num>
  <w:num w:numId="7">
    <w:abstractNumId w:val="19"/>
  </w:num>
  <w:num w:numId="8">
    <w:abstractNumId w:val="11"/>
  </w:num>
  <w:num w:numId="9">
    <w:abstractNumId w:val="14"/>
  </w:num>
  <w:num w:numId="10">
    <w:abstractNumId w:val="5"/>
  </w:num>
  <w:num w:numId="11">
    <w:abstractNumId w:val="25"/>
  </w:num>
  <w:num w:numId="12">
    <w:abstractNumId w:val="17"/>
  </w:num>
  <w:num w:numId="13">
    <w:abstractNumId w:val="27"/>
  </w:num>
  <w:num w:numId="14">
    <w:abstractNumId w:val="12"/>
  </w:num>
  <w:num w:numId="15">
    <w:abstractNumId w:val="28"/>
  </w:num>
  <w:num w:numId="16">
    <w:abstractNumId w:val="0"/>
  </w:num>
  <w:num w:numId="17">
    <w:abstractNumId w:val="3"/>
  </w:num>
  <w:num w:numId="18">
    <w:abstractNumId w:val="16"/>
  </w:num>
  <w:num w:numId="19">
    <w:abstractNumId w:val="15"/>
  </w:num>
  <w:num w:numId="20">
    <w:abstractNumId w:val="21"/>
  </w:num>
  <w:num w:numId="21">
    <w:abstractNumId w:val="13"/>
  </w:num>
  <w:num w:numId="22">
    <w:abstractNumId w:val="18"/>
  </w:num>
  <w:num w:numId="23">
    <w:abstractNumId w:val="8"/>
  </w:num>
  <w:num w:numId="24">
    <w:abstractNumId w:val="7"/>
  </w:num>
  <w:num w:numId="25">
    <w:abstractNumId w:val="24"/>
  </w:num>
  <w:num w:numId="26">
    <w:abstractNumId w:val="4"/>
  </w:num>
  <w:num w:numId="27">
    <w:abstractNumId w:val="20"/>
  </w:num>
  <w:num w:numId="28">
    <w:abstractNumId w:val="6"/>
  </w:num>
  <w:num w:numId="29">
    <w:abstractNumId w:val="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EF"/>
    <w:rsid w:val="00031895"/>
    <w:rsid w:val="000F13EF"/>
    <w:rsid w:val="00144603"/>
    <w:rsid w:val="0015052B"/>
    <w:rsid w:val="00173FBE"/>
    <w:rsid w:val="001B1D96"/>
    <w:rsid w:val="002278F7"/>
    <w:rsid w:val="00281B41"/>
    <w:rsid w:val="00294A4C"/>
    <w:rsid w:val="002B5857"/>
    <w:rsid w:val="002F55E6"/>
    <w:rsid w:val="002F60A7"/>
    <w:rsid w:val="00320FCD"/>
    <w:rsid w:val="00382EB0"/>
    <w:rsid w:val="004264C4"/>
    <w:rsid w:val="00432DA8"/>
    <w:rsid w:val="00497F44"/>
    <w:rsid w:val="005237D7"/>
    <w:rsid w:val="00537B33"/>
    <w:rsid w:val="00630ACD"/>
    <w:rsid w:val="00723FD3"/>
    <w:rsid w:val="00754CB5"/>
    <w:rsid w:val="007C2831"/>
    <w:rsid w:val="007F7560"/>
    <w:rsid w:val="0081021A"/>
    <w:rsid w:val="008D37D1"/>
    <w:rsid w:val="00A362A1"/>
    <w:rsid w:val="00A55932"/>
    <w:rsid w:val="00A94720"/>
    <w:rsid w:val="00AA0FE5"/>
    <w:rsid w:val="00AB0860"/>
    <w:rsid w:val="00B178E8"/>
    <w:rsid w:val="00B36A43"/>
    <w:rsid w:val="00B42C62"/>
    <w:rsid w:val="00BE1B5B"/>
    <w:rsid w:val="00D214DE"/>
    <w:rsid w:val="00D54472"/>
    <w:rsid w:val="00DD5274"/>
    <w:rsid w:val="00DE2451"/>
    <w:rsid w:val="00E266EB"/>
    <w:rsid w:val="00E340A6"/>
    <w:rsid w:val="00E50BBE"/>
    <w:rsid w:val="00EA08A4"/>
    <w:rsid w:val="00EC3EA0"/>
    <w:rsid w:val="00F31F42"/>
    <w:rsid w:val="00FD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8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860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860"/>
    <w:rPr>
      <w:lang w:val="en-GB"/>
    </w:rPr>
  </w:style>
  <w:style w:type="character" w:customStyle="1" w:styleId="apple-style-span">
    <w:name w:val="apple-style-span"/>
    <w:basedOn w:val="DefaultParagraphFont"/>
    <w:rsid w:val="00AB0860"/>
  </w:style>
  <w:style w:type="character" w:customStyle="1" w:styleId="body">
    <w:name w:val="body"/>
    <w:basedOn w:val="DefaultParagraphFont"/>
    <w:rsid w:val="00AB0860"/>
  </w:style>
  <w:style w:type="character" w:customStyle="1" w:styleId="bodybold">
    <w:name w:val="bodybold"/>
    <w:basedOn w:val="DefaultParagraphFont"/>
    <w:rsid w:val="00AB0860"/>
  </w:style>
  <w:style w:type="character" w:styleId="Hyperlink">
    <w:name w:val="Hyperlink"/>
    <w:basedOn w:val="DefaultParagraphFont"/>
    <w:uiPriority w:val="99"/>
    <w:semiHidden/>
    <w:unhideWhenUsed/>
    <w:rsid w:val="00AB08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3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8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860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AB08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860"/>
    <w:rPr>
      <w:lang w:val="en-GB"/>
    </w:rPr>
  </w:style>
  <w:style w:type="character" w:customStyle="1" w:styleId="apple-style-span">
    <w:name w:val="apple-style-span"/>
    <w:basedOn w:val="DefaultParagraphFont"/>
    <w:rsid w:val="00AB0860"/>
  </w:style>
  <w:style w:type="character" w:customStyle="1" w:styleId="body">
    <w:name w:val="body"/>
    <w:basedOn w:val="DefaultParagraphFont"/>
    <w:rsid w:val="00AB0860"/>
  </w:style>
  <w:style w:type="character" w:customStyle="1" w:styleId="bodybold">
    <w:name w:val="bodybold"/>
    <w:basedOn w:val="DefaultParagraphFont"/>
    <w:rsid w:val="00AB0860"/>
  </w:style>
  <w:style w:type="character" w:styleId="Hyperlink">
    <w:name w:val="Hyperlink"/>
    <w:basedOn w:val="DefaultParagraphFont"/>
    <w:uiPriority w:val="99"/>
    <w:semiHidden/>
    <w:unhideWhenUsed/>
    <w:rsid w:val="00AB0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9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36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inyquote.com/quotes/quotes/p/pythagoras38626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EE14E3EF.dotm</Template>
  <TotalTime>1</TotalTime>
  <Pages>4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FILE</cp:lastModifiedBy>
  <cp:revision>2</cp:revision>
  <dcterms:created xsi:type="dcterms:W3CDTF">2013-06-03T10:10:00Z</dcterms:created>
  <dcterms:modified xsi:type="dcterms:W3CDTF">2013-06-03T10:10:00Z</dcterms:modified>
</cp:coreProperties>
</file>